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5FB1" w:rsidRPr="00E7243F" w:rsidRDefault="00343FA8" w:rsidP="00E7243F">
      <w:pPr>
        <w:pStyle w:val="Title"/>
      </w:pPr>
      <w:r>
        <w:t>M</w:t>
      </w:r>
      <w:r w:rsidR="00046788">
        <w:t>EE</w:t>
      </w:r>
      <w:r>
        <w:t xml:space="preserve">TING </w:t>
      </w:r>
      <w:r w:rsidR="0015737D">
        <w:t>MINUTES</w:t>
      </w:r>
    </w:p>
    <w:p w:rsidR="00215FB1" w:rsidRDefault="00215FB1"/>
    <w:p w:rsidR="00343FA8" w:rsidRDefault="00D96184" w:rsidP="00343FA8">
      <w:pPr>
        <w:pStyle w:val="Heading1"/>
      </w:pPr>
      <w:r>
        <w:t>Topic</w:t>
      </w:r>
      <w:r w:rsidR="00343FA8">
        <w:t xml:space="preserve">: </w:t>
      </w:r>
      <w:r w:rsidR="0015737D">
        <w:t xml:space="preserve"> </w:t>
      </w:r>
      <w:r w:rsidR="00850642">
        <w:t>Final Design</w:t>
      </w:r>
    </w:p>
    <w:p w:rsidR="00343FA8" w:rsidRPr="00343FA8" w:rsidRDefault="00343FA8" w:rsidP="00343FA8"/>
    <w:p w:rsidR="00DF0455" w:rsidRDefault="007F3F5A" w:rsidP="00315E3A">
      <w:pPr>
        <w:pStyle w:val="Heading2"/>
      </w:pPr>
      <w:r>
        <w:t>Tuesday</w:t>
      </w:r>
      <w:r w:rsidR="00DF0455">
        <w:t xml:space="preserve">, </w:t>
      </w:r>
      <w:r w:rsidR="00F72D0F">
        <w:t>January</w:t>
      </w:r>
      <w:r w:rsidR="00DC4E4E">
        <w:t xml:space="preserve"> 1/</w:t>
      </w:r>
      <w:r w:rsidR="00F72D0F">
        <w:t>28</w:t>
      </w:r>
      <w:r w:rsidR="00615062">
        <w:t>, 20</w:t>
      </w:r>
      <w:r w:rsidR="00F72D0F">
        <w:t>20</w:t>
      </w:r>
    </w:p>
    <w:p w:rsidR="00315E3A" w:rsidRPr="00E7243F" w:rsidRDefault="00DC4E4E" w:rsidP="00315E3A">
      <w:pPr>
        <w:pStyle w:val="Heading2"/>
      </w:pPr>
      <w:r>
        <w:t>5</w:t>
      </w:r>
      <w:r w:rsidR="00615062">
        <w:t xml:space="preserve">:00pm </w:t>
      </w:r>
      <w:r w:rsidR="004D6440">
        <w:t>–</w:t>
      </w:r>
      <w:r w:rsidR="00615062">
        <w:t xml:space="preserve"> </w:t>
      </w:r>
      <w:r w:rsidR="004D6440">
        <w:t>5:30pm</w:t>
      </w:r>
    </w:p>
    <w:p w:rsidR="00215FB1" w:rsidRDefault="00215FB1"/>
    <w:p w:rsidR="00215FB1" w:rsidRDefault="007502A2" w:rsidP="00215FB1">
      <w:r>
        <w:rPr>
          <w:b/>
        </w:rPr>
        <w:t xml:space="preserve">Minutes recorded by </w:t>
      </w:r>
      <w:r w:rsidR="00615062">
        <w:rPr>
          <w:b/>
        </w:rPr>
        <w:t>Jered</w:t>
      </w:r>
    </w:p>
    <w:p w:rsidR="00215FB1" w:rsidRDefault="00215FB1"/>
    <w:p w:rsidR="007502A2" w:rsidRPr="00615062" w:rsidRDefault="007502A2" w:rsidP="007502A2">
      <w:pPr>
        <w:rPr>
          <w:b/>
        </w:rPr>
      </w:pPr>
      <w:r w:rsidRPr="007502A2">
        <w:rPr>
          <w:b/>
        </w:rPr>
        <w:t>Meeting called by</w:t>
      </w:r>
      <w:r w:rsidR="00615062">
        <w:t xml:space="preserve"> </w:t>
      </w:r>
      <w:r w:rsidR="00615062">
        <w:rPr>
          <w:b/>
        </w:rPr>
        <w:t>Cullen</w:t>
      </w:r>
    </w:p>
    <w:p w:rsidR="007502A2" w:rsidRDefault="007502A2" w:rsidP="00D268A5">
      <w:pPr>
        <w:tabs>
          <w:tab w:val="left" w:pos="1440"/>
        </w:tabs>
        <w:rPr>
          <w:rStyle w:val="Bold10ptChar"/>
        </w:rPr>
      </w:pPr>
    </w:p>
    <w:p w:rsidR="00215FB1" w:rsidRDefault="00215FB1" w:rsidP="00D268A5">
      <w:pPr>
        <w:tabs>
          <w:tab w:val="left" w:pos="1440"/>
        </w:tabs>
      </w:pPr>
      <w:r w:rsidRPr="00D268A5">
        <w:rPr>
          <w:rStyle w:val="Bold10ptChar"/>
        </w:rPr>
        <w:t>Attendees</w:t>
      </w:r>
      <w:r w:rsidR="006644BA">
        <w:rPr>
          <w:rStyle w:val="Bold10ptChar"/>
        </w:rPr>
        <w:t xml:space="preserve">: </w:t>
      </w:r>
      <w:r w:rsidR="00615062">
        <w:rPr>
          <w:rStyle w:val="Bold10ptChar"/>
        </w:rPr>
        <w:t xml:space="preserve">Cullen, Jered, John, Jacob, </w:t>
      </w:r>
      <w:proofErr w:type="spellStart"/>
      <w:r w:rsidR="00615062">
        <w:rPr>
          <w:rStyle w:val="Bold10ptChar"/>
        </w:rPr>
        <w:t>Illen</w:t>
      </w:r>
      <w:proofErr w:type="spellEnd"/>
    </w:p>
    <w:p w:rsidR="00D96184" w:rsidRDefault="00D96184" w:rsidP="00D268A5">
      <w:pPr>
        <w:tabs>
          <w:tab w:val="left" w:pos="1440"/>
        </w:tabs>
        <w:rPr>
          <w:rStyle w:val="Bold10ptChar"/>
        </w:rPr>
      </w:pPr>
    </w:p>
    <w:p w:rsidR="0012362F" w:rsidRPr="00301B40" w:rsidRDefault="00215FB1" w:rsidP="00D268A5">
      <w:pPr>
        <w:tabs>
          <w:tab w:val="left" w:pos="1440"/>
        </w:tabs>
        <w:rPr>
          <w:b/>
        </w:rPr>
      </w:pPr>
      <w:r w:rsidRPr="00D268A5">
        <w:rPr>
          <w:rStyle w:val="Bold10ptChar"/>
        </w:rPr>
        <w:t xml:space="preserve">Please </w:t>
      </w:r>
      <w:r w:rsidR="00E2755B">
        <w:rPr>
          <w:rStyle w:val="Bold10ptChar"/>
        </w:rPr>
        <w:t>bring</w:t>
      </w:r>
      <w:r w:rsidRPr="00D268A5">
        <w:rPr>
          <w:rStyle w:val="Bold10ptChar"/>
        </w:rPr>
        <w:t>:</w:t>
      </w:r>
      <w:r w:rsidR="00301B40">
        <w:t xml:space="preserve"> </w:t>
      </w:r>
      <w:r w:rsidR="00301B40">
        <w:rPr>
          <w:b/>
        </w:rPr>
        <w:t>Nothing</w:t>
      </w:r>
    </w:p>
    <w:p w:rsidR="007502A2" w:rsidRDefault="007502A2" w:rsidP="00D268A5">
      <w:pPr>
        <w:tabs>
          <w:tab w:val="left" w:pos="1440"/>
        </w:tabs>
      </w:pPr>
    </w:p>
    <w:p w:rsidR="007502A2" w:rsidRDefault="007502A2" w:rsidP="00D268A5">
      <w:pPr>
        <w:tabs>
          <w:tab w:val="left" w:pos="1440"/>
        </w:tabs>
      </w:pPr>
    </w:p>
    <w:p w:rsidR="006B0D56" w:rsidRDefault="006B0D56">
      <w:pPr>
        <w:tabs>
          <w:tab w:val="left" w:pos="1800"/>
        </w:tabs>
      </w:pPr>
    </w:p>
    <w:p w:rsidR="00BD7A1C" w:rsidRDefault="00BD7A1C" w:rsidP="00BD7A1C">
      <w:pPr>
        <w:pStyle w:val="Caption"/>
        <w:keepNext/>
      </w:pPr>
      <w:r>
        <w:t xml:space="preserve">Table </w:t>
      </w:r>
      <w:r w:rsidR="00BF722B">
        <w:fldChar w:fldCharType="begin"/>
      </w:r>
      <w:r w:rsidR="00BF722B">
        <w:instrText xml:space="preserve"> SEQ Table \* ARABIC </w:instrText>
      </w:r>
      <w:r w:rsidR="00BF722B">
        <w:fldChar w:fldCharType="separate"/>
      </w:r>
      <w:r>
        <w:rPr>
          <w:noProof/>
        </w:rPr>
        <w:t>1</w:t>
      </w:r>
      <w:r w:rsidR="00BF722B">
        <w:rPr>
          <w:noProof/>
        </w:rPr>
        <w:fldChar w:fldCharType="end"/>
      </w:r>
      <w:r>
        <w:t>.  Record of meeting.</w:t>
      </w:r>
    </w:p>
    <w:tbl>
      <w:tblPr>
        <w:tblW w:w="10355" w:type="dxa"/>
        <w:tblBorders>
          <w:top w:val="double" w:sz="6" w:space="0" w:color="5F5F5F"/>
          <w:left w:val="double" w:sz="6" w:space="0" w:color="5F5F5F"/>
          <w:bottom w:val="double" w:sz="6" w:space="0" w:color="5F5F5F"/>
          <w:right w:val="double" w:sz="6" w:space="0" w:color="5F5F5F"/>
          <w:insideH w:val="single" w:sz="6" w:space="0" w:color="5F5F5F"/>
          <w:insideV w:val="single" w:sz="6" w:space="0" w:color="5F5F5F"/>
        </w:tblBorders>
        <w:tblCellMar>
          <w:top w:w="115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2995"/>
        <w:gridCol w:w="6120"/>
        <w:gridCol w:w="1240"/>
      </w:tblGrid>
      <w:tr w:rsidR="00215FB1">
        <w:trPr>
          <w:trHeight w:val="864"/>
        </w:trPr>
        <w:tc>
          <w:tcPr>
            <w:tcW w:w="2995" w:type="dxa"/>
          </w:tcPr>
          <w:p w:rsidR="007343D2" w:rsidRPr="007343D2" w:rsidRDefault="00DC4E4E" w:rsidP="007343D2">
            <w:r>
              <w:t>5</w:t>
            </w:r>
            <w:r w:rsidR="00301B40">
              <w:t xml:space="preserve">:00 pm </w:t>
            </w:r>
            <w:r w:rsidR="0018256B">
              <w:t>–</w:t>
            </w:r>
            <w:r w:rsidR="00301B40">
              <w:t xml:space="preserve"> </w:t>
            </w:r>
            <w:r>
              <w:t>5</w:t>
            </w:r>
            <w:r w:rsidR="0018256B">
              <w:t>:</w:t>
            </w:r>
            <w:r w:rsidR="00850642">
              <w:t>45</w:t>
            </w:r>
            <w:r w:rsidR="0018256B">
              <w:t xml:space="preserve"> pm</w:t>
            </w:r>
          </w:p>
        </w:tc>
        <w:tc>
          <w:tcPr>
            <w:tcW w:w="6120" w:type="dxa"/>
          </w:tcPr>
          <w:p w:rsidR="0071647B" w:rsidRPr="006644BA" w:rsidRDefault="00E32698" w:rsidP="00B841DF">
            <w:r>
              <w:t xml:space="preserve">The team discussed </w:t>
            </w:r>
            <w:r w:rsidR="00850642">
              <w:t>the newest design and how we can answer the questions that were asked about the newest design from one of our client contacts Peter</w:t>
            </w:r>
          </w:p>
        </w:tc>
        <w:tc>
          <w:tcPr>
            <w:tcW w:w="1240" w:type="dxa"/>
            <w:vAlign w:val="center"/>
          </w:tcPr>
          <w:p w:rsidR="00215FB1" w:rsidRDefault="00301B40" w:rsidP="00C251A3">
            <w:pPr>
              <w:pStyle w:val="Location"/>
            </w:pPr>
            <w:r>
              <w:t>EGR Room 112</w:t>
            </w:r>
          </w:p>
        </w:tc>
      </w:tr>
    </w:tbl>
    <w:p w:rsidR="007502A2" w:rsidRDefault="007502A2"/>
    <w:p w:rsidR="007502A2" w:rsidRDefault="007502A2"/>
    <w:p w:rsidR="00000B65" w:rsidRDefault="00000B65" w:rsidP="00000B65">
      <w:pPr>
        <w:pStyle w:val="Caption"/>
        <w:keepNext/>
      </w:pPr>
      <w:r>
        <w:t xml:space="preserve">Table </w:t>
      </w:r>
      <w:r w:rsidR="00BF722B">
        <w:fldChar w:fldCharType="begin"/>
      </w:r>
      <w:r w:rsidR="00BF722B">
        <w:instrText xml:space="preserve"> SEQ Table \* ARABIC </w:instrText>
      </w:r>
      <w:r w:rsidR="00BF722B">
        <w:fldChar w:fldCharType="separate"/>
      </w:r>
      <w:r w:rsidR="00BD7A1C">
        <w:rPr>
          <w:noProof/>
        </w:rPr>
        <w:t>2</w:t>
      </w:r>
      <w:r w:rsidR="00BF722B">
        <w:rPr>
          <w:noProof/>
        </w:rPr>
        <w:fldChar w:fldCharType="end"/>
      </w:r>
      <w:r>
        <w:t>.  Tasks Assigned.</w:t>
      </w:r>
    </w:p>
    <w:tbl>
      <w:tblPr>
        <w:tblW w:w="10285" w:type="dxa"/>
        <w:tblBorders>
          <w:top w:val="double" w:sz="6" w:space="0" w:color="5F5F5F"/>
          <w:left w:val="double" w:sz="6" w:space="0" w:color="5F5F5F"/>
          <w:bottom w:val="double" w:sz="6" w:space="0" w:color="5F5F5F"/>
          <w:right w:val="double" w:sz="6" w:space="0" w:color="5F5F5F"/>
          <w:insideH w:val="single" w:sz="6" w:space="0" w:color="5F5F5F"/>
          <w:insideV w:val="single" w:sz="6" w:space="0" w:color="5F5F5F"/>
        </w:tblBorders>
        <w:tblCellMar>
          <w:top w:w="115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5965"/>
        <w:gridCol w:w="1620"/>
        <w:gridCol w:w="1440"/>
        <w:gridCol w:w="1260"/>
      </w:tblGrid>
      <w:tr w:rsidR="00E90984" w:rsidRPr="007502A2" w:rsidTr="00E90984">
        <w:trPr>
          <w:trHeight w:val="432"/>
        </w:trPr>
        <w:tc>
          <w:tcPr>
            <w:tcW w:w="5965" w:type="dxa"/>
          </w:tcPr>
          <w:p w:rsidR="00E90984" w:rsidRPr="007502A2" w:rsidRDefault="00E90984" w:rsidP="007502A2">
            <w:pPr>
              <w:rPr>
                <w:b/>
              </w:rPr>
            </w:pPr>
            <w:r w:rsidRPr="007502A2">
              <w:rPr>
                <w:b/>
              </w:rPr>
              <w:t>Task</w:t>
            </w:r>
          </w:p>
        </w:tc>
        <w:tc>
          <w:tcPr>
            <w:tcW w:w="1620" w:type="dxa"/>
          </w:tcPr>
          <w:p w:rsidR="00E90984" w:rsidRPr="007502A2" w:rsidRDefault="00E90984" w:rsidP="007502A2">
            <w:pPr>
              <w:rPr>
                <w:b/>
              </w:rPr>
            </w:pPr>
            <w:r w:rsidRPr="007502A2">
              <w:rPr>
                <w:b/>
              </w:rPr>
              <w:t xml:space="preserve">Person Assigned </w:t>
            </w:r>
          </w:p>
        </w:tc>
        <w:tc>
          <w:tcPr>
            <w:tcW w:w="1440" w:type="dxa"/>
          </w:tcPr>
          <w:p w:rsidR="00E90984" w:rsidRPr="007502A2" w:rsidRDefault="00E90984" w:rsidP="007502A2">
            <w:pPr>
              <w:rPr>
                <w:b/>
              </w:rPr>
            </w:pPr>
            <w:r w:rsidRPr="007502A2">
              <w:rPr>
                <w:b/>
              </w:rPr>
              <w:t>Due Date</w:t>
            </w:r>
          </w:p>
        </w:tc>
        <w:tc>
          <w:tcPr>
            <w:tcW w:w="1260" w:type="dxa"/>
          </w:tcPr>
          <w:p w:rsidR="00E90984" w:rsidRPr="007502A2" w:rsidRDefault="00E90984" w:rsidP="00E90984">
            <w:pPr>
              <w:rPr>
                <w:b/>
              </w:rPr>
            </w:pPr>
            <w:r>
              <w:rPr>
                <w:b/>
              </w:rPr>
              <w:t>Date Complete</w:t>
            </w:r>
          </w:p>
        </w:tc>
      </w:tr>
      <w:tr w:rsidR="00E90984" w:rsidTr="00E90984">
        <w:trPr>
          <w:trHeight w:val="576"/>
        </w:trPr>
        <w:tc>
          <w:tcPr>
            <w:tcW w:w="5965" w:type="dxa"/>
          </w:tcPr>
          <w:p w:rsidR="00E90984" w:rsidRPr="00E7243F" w:rsidRDefault="00850642" w:rsidP="007502A2">
            <w:r>
              <w:t>Hardware Review preparation</w:t>
            </w:r>
          </w:p>
        </w:tc>
        <w:tc>
          <w:tcPr>
            <w:tcW w:w="1620" w:type="dxa"/>
          </w:tcPr>
          <w:p w:rsidR="00E90984" w:rsidRDefault="004D6440" w:rsidP="007502A2">
            <w:r>
              <w:t>All</w:t>
            </w:r>
          </w:p>
        </w:tc>
        <w:tc>
          <w:tcPr>
            <w:tcW w:w="1440" w:type="dxa"/>
          </w:tcPr>
          <w:p w:rsidR="00E90984" w:rsidRDefault="00850642" w:rsidP="007502A2">
            <w:r>
              <w:t>1/7</w:t>
            </w:r>
          </w:p>
        </w:tc>
        <w:tc>
          <w:tcPr>
            <w:tcW w:w="1260" w:type="dxa"/>
          </w:tcPr>
          <w:p w:rsidR="00E90984" w:rsidRDefault="00E90984" w:rsidP="007502A2"/>
        </w:tc>
      </w:tr>
      <w:tr w:rsidR="00E90984" w:rsidTr="00E90984">
        <w:trPr>
          <w:trHeight w:val="576"/>
        </w:trPr>
        <w:tc>
          <w:tcPr>
            <w:tcW w:w="5965" w:type="dxa"/>
          </w:tcPr>
          <w:p w:rsidR="00E90984" w:rsidRPr="00E7243F" w:rsidRDefault="00BF722B" w:rsidP="007502A2">
            <w:r>
              <w:t>Final Design Finished</w:t>
            </w:r>
          </w:p>
        </w:tc>
        <w:tc>
          <w:tcPr>
            <w:tcW w:w="1620" w:type="dxa"/>
          </w:tcPr>
          <w:p w:rsidR="00E90984" w:rsidRPr="00025B51" w:rsidRDefault="00BF722B" w:rsidP="007502A2">
            <w:proofErr w:type="spellStart"/>
            <w:r>
              <w:t>Illen</w:t>
            </w:r>
            <w:proofErr w:type="spellEnd"/>
          </w:p>
        </w:tc>
        <w:tc>
          <w:tcPr>
            <w:tcW w:w="1440" w:type="dxa"/>
          </w:tcPr>
          <w:p w:rsidR="00E90984" w:rsidRDefault="00BF722B" w:rsidP="007502A2">
            <w:r>
              <w:t>1/3</w:t>
            </w:r>
            <w:bookmarkStart w:id="0" w:name="_GoBack"/>
            <w:bookmarkEnd w:id="0"/>
          </w:p>
        </w:tc>
        <w:tc>
          <w:tcPr>
            <w:tcW w:w="1260" w:type="dxa"/>
          </w:tcPr>
          <w:p w:rsidR="00E90984" w:rsidRDefault="00E90984" w:rsidP="007502A2"/>
        </w:tc>
      </w:tr>
      <w:tr w:rsidR="00E90984" w:rsidTr="00E90984">
        <w:trPr>
          <w:trHeight w:val="576"/>
        </w:trPr>
        <w:tc>
          <w:tcPr>
            <w:tcW w:w="5965" w:type="dxa"/>
          </w:tcPr>
          <w:p w:rsidR="00E90984" w:rsidRPr="00E7243F" w:rsidRDefault="00E90984" w:rsidP="007502A2"/>
        </w:tc>
        <w:tc>
          <w:tcPr>
            <w:tcW w:w="1620" w:type="dxa"/>
          </w:tcPr>
          <w:p w:rsidR="00E90984" w:rsidRDefault="00E90984" w:rsidP="007502A2"/>
        </w:tc>
        <w:tc>
          <w:tcPr>
            <w:tcW w:w="1440" w:type="dxa"/>
          </w:tcPr>
          <w:p w:rsidR="00E90984" w:rsidRDefault="00E90984" w:rsidP="007502A2"/>
        </w:tc>
        <w:tc>
          <w:tcPr>
            <w:tcW w:w="1260" w:type="dxa"/>
          </w:tcPr>
          <w:p w:rsidR="00E90984" w:rsidRDefault="00E90984" w:rsidP="007502A2"/>
        </w:tc>
      </w:tr>
      <w:tr w:rsidR="00E90984" w:rsidTr="00E90984">
        <w:trPr>
          <w:trHeight w:val="576"/>
        </w:trPr>
        <w:tc>
          <w:tcPr>
            <w:tcW w:w="5965" w:type="dxa"/>
          </w:tcPr>
          <w:p w:rsidR="00E90984" w:rsidRPr="00E7243F" w:rsidRDefault="00E90984" w:rsidP="007502A2"/>
        </w:tc>
        <w:tc>
          <w:tcPr>
            <w:tcW w:w="1620" w:type="dxa"/>
          </w:tcPr>
          <w:p w:rsidR="00E90984" w:rsidRDefault="00E90984" w:rsidP="007502A2"/>
        </w:tc>
        <w:tc>
          <w:tcPr>
            <w:tcW w:w="1440" w:type="dxa"/>
          </w:tcPr>
          <w:p w:rsidR="00E90984" w:rsidRDefault="00E90984" w:rsidP="007502A2"/>
        </w:tc>
        <w:tc>
          <w:tcPr>
            <w:tcW w:w="1260" w:type="dxa"/>
          </w:tcPr>
          <w:p w:rsidR="00E90984" w:rsidRDefault="00E90984" w:rsidP="007502A2"/>
        </w:tc>
      </w:tr>
      <w:tr w:rsidR="00E90984" w:rsidTr="00E90984">
        <w:trPr>
          <w:trHeight w:val="576"/>
        </w:trPr>
        <w:tc>
          <w:tcPr>
            <w:tcW w:w="5965" w:type="dxa"/>
          </w:tcPr>
          <w:p w:rsidR="00E90984" w:rsidRPr="00E7243F" w:rsidRDefault="00E90984" w:rsidP="007502A2"/>
        </w:tc>
        <w:tc>
          <w:tcPr>
            <w:tcW w:w="1620" w:type="dxa"/>
          </w:tcPr>
          <w:p w:rsidR="00E90984" w:rsidRDefault="00E90984" w:rsidP="007502A2"/>
        </w:tc>
        <w:tc>
          <w:tcPr>
            <w:tcW w:w="1440" w:type="dxa"/>
          </w:tcPr>
          <w:p w:rsidR="00E90984" w:rsidRDefault="00E90984" w:rsidP="007502A2"/>
        </w:tc>
        <w:tc>
          <w:tcPr>
            <w:tcW w:w="1260" w:type="dxa"/>
          </w:tcPr>
          <w:p w:rsidR="00E90984" w:rsidRDefault="00E90984" w:rsidP="007502A2"/>
        </w:tc>
      </w:tr>
      <w:tr w:rsidR="00E90984" w:rsidTr="00E90984">
        <w:trPr>
          <w:trHeight w:val="576"/>
        </w:trPr>
        <w:tc>
          <w:tcPr>
            <w:tcW w:w="5965" w:type="dxa"/>
          </w:tcPr>
          <w:p w:rsidR="00E90984" w:rsidRPr="00E7243F" w:rsidRDefault="00E90984" w:rsidP="007502A2"/>
        </w:tc>
        <w:tc>
          <w:tcPr>
            <w:tcW w:w="1620" w:type="dxa"/>
          </w:tcPr>
          <w:p w:rsidR="00E90984" w:rsidRDefault="00E90984" w:rsidP="007502A2"/>
        </w:tc>
        <w:tc>
          <w:tcPr>
            <w:tcW w:w="1440" w:type="dxa"/>
          </w:tcPr>
          <w:p w:rsidR="00E90984" w:rsidRDefault="00E90984" w:rsidP="007502A2"/>
        </w:tc>
        <w:tc>
          <w:tcPr>
            <w:tcW w:w="1260" w:type="dxa"/>
          </w:tcPr>
          <w:p w:rsidR="00E90984" w:rsidRDefault="00E90984" w:rsidP="007502A2"/>
        </w:tc>
      </w:tr>
      <w:tr w:rsidR="00E90984" w:rsidTr="00E90984">
        <w:trPr>
          <w:trHeight w:val="576"/>
        </w:trPr>
        <w:tc>
          <w:tcPr>
            <w:tcW w:w="5965" w:type="dxa"/>
          </w:tcPr>
          <w:p w:rsidR="00E90984" w:rsidRDefault="00E90984" w:rsidP="00E90984"/>
        </w:tc>
        <w:tc>
          <w:tcPr>
            <w:tcW w:w="1620" w:type="dxa"/>
          </w:tcPr>
          <w:p w:rsidR="00E90984" w:rsidRDefault="00E90984" w:rsidP="007502A2"/>
        </w:tc>
        <w:tc>
          <w:tcPr>
            <w:tcW w:w="1440" w:type="dxa"/>
          </w:tcPr>
          <w:p w:rsidR="00E90984" w:rsidRDefault="00E90984" w:rsidP="007502A2"/>
        </w:tc>
        <w:tc>
          <w:tcPr>
            <w:tcW w:w="1260" w:type="dxa"/>
          </w:tcPr>
          <w:p w:rsidR="00E90984" w:rsidRDefault="00E90984" w:rsidP="007502A2"/>
        </w:tc>
      </w:tr>
      <w:tr w:rsidR="00E90984" w:rsidTr="00E90984">
        <w:trPr>
          <w:trHeight w:val="576"/>
        </w:trPr>
        <w:tc>
          <w:tcPr>
            <w:tcW w:w="5965" w:type="dxa"/>
          </w:tcPr>
          <w:p w:rsidR="00E90984" w:rsidRDefault="00E90984" w:rsidP="00E90984"/>
        </w:tc>
        <w:tc>
          <w:tcPr>
            <w:tcW w:w="1620" w:type="dxa"/>
          </w:tcPr>
          <w:p w:rsidR="00E90984" w:rsidRDefault="00E90984" w:rsidP="007502A2"/>
        </w:tc>
        <w:tc>
          <w:tcPr>
            <w:tcW w:w="1440" w:type="dxa"/>
          </w:tcPr>
          <w:p w:rsidR="00E90984" w:rsidRDefault="00E90984" w:rsidP="007502A2"/>
        </w:tc>
        <w:tc>
          <w:tcPr>
            <w:tcW w:w="1260" w:type="dxa"/>
          </w:tcPr>
          <w:p w:rsidR="00E90984" w:rsidRDefault="00E90984" w:rsidP="007502A2"/>
        </w:tc>
      </w:tr>
      <w:tr w:rsidR="00E90984" w:rsidTr="00E90984">
        <w:trPr>
          <w:trHeight w:val="576"/>
        </w:trPr>
        <w:tc>
          <w:tcPr>
            <w:tcW w:w="5965" w:type="dxa"/>
          </w:tcPr>
          <w:p w:rsidR="00E90984" w:rsidRDefault="00E90984" w:rsidP="007502A2"/>
        </w:tc>
        <w:tc>
          <w:tcPr>
            <w:tcW w:w="1620" w:type="dxa"/>
          </w:tcPr>
          <w:p w:rsidR="00E90984" w:rsidRDefault="00E90984" w:rsidP="007502A2"/>
        </w:tc>
        <w:tc>
          <w:tcPr>
            <w:tcW w:w="1440" w:type="dxa"/>
          </w:tcPr>
          <w:p w:rsidR="00E90984" w:rsidRDefault="00E90984" w:rsidP="007502A2"/>
        </w:tc>
        <w:tc>
          <w:tcPr>
            <w:tcW w:w="1260" w:type="dxa"/>
          </w:tcPr>
          <w:p w:rsidR="00E90984" w:rsidRDefault="00E90984" w:rsidP="007502A2"/>
        </w:tc>
      </w:tr>
    </w:tbl>
    <w:p w:rsidR="006B0D56" w:rsidRDefault="006B0D56" w:rsidP="007502A2"/>
    <w:p w:rsidR="00A12A4A" w:rsidRDefault="00A12A4A" w:rsidP="007502A2"/>
    <w:p w:rsidR="00A12A4A" w:rsidRDefault="00A12A4A" w:rsidP="007502A2"/>
    <w:p w:rsidR="00A12A4A" w:rsidRDefault="00A12A4A" w:rsidP="007502A2"/>
    <w:p w:rsidR="00A12A4A" w:rsidRDefault="00A12A4A" w:rsidP="007502A2"/>
    <w:p w:rsidR="00A12A4A" w:rsidRPr="00A12A4A" w:rsidRDefault="00A12A4A" w:rsidP="007502A2">
      <w:pPr>
        <w:rPr>
          <w:b/>
          <w:sz w:val="24"/>
        </w:rPr>
      </w:pPr>
      <w:r w:rsidRPr="00A12A4A">
        <w:rPr>
          <w:b/>
          <w:sz w:val="24"/>
        </w:rPr>
        <w:t>Next formal meeting:  9/1</w:t>
      </w:r>
      <w:r w:rsidR="00301B40">
        <w:rPr>
          <w:b/>
          <w:sz w:val="24"/>
        </w:rPr>
        <w:t>6</w:t>
      </w:r>
      <w:r w:rsidRPr="00A12A4A">
        <w:rPr>
          <w:b/>
          <w:sz w:val="24"/>
        </w:rPr>
        <w:t>/1</w:t>
      </w:r>
      <w:r w:rsidR="00301B40">
        <w:rPr>
          <w:b/>
          <w:sz w:val="24"/>
        </w:rPr>
        <w:t>9</w:t>
      </w:r>
      <w:r w:rsidRPr="00A12A4A">
        <w:rPr>
          <w:b/>
          <w:sz w:val="24"/>
        </w:rPr>
        <w:t xml:space="preserve">, room </w:t>
      </w:r>
      <w:r w:rsidR="00301B40">
        <w:rPr>
          <w:b/>
          <w:sz w:val="24"/>
        </w:rPr>
        <w:t>112</w:t>
      </w:r>
      <w:r w:rsidRPr="00A12A4A">
        <w:rPr>
          <w:b/>
          <w:sz w:val="24"/>
        </w:rPr>
        <w:t>,</w:t>
      </w:r>
      <w:r w:rsidR="00301B40">
        <w:rPr>
          <w:b/>
          <w:sz w:val="24"/>
        </w:rPr>
        <w:t xml:space="preserve"> </w:t>
      </w:r>
      <w:r w:rsidRPr="00A12A4A">
        <w:rPr>
          <w:b/>
          <w:sz w:val="24"/>
        </w:rPr>
        <w:t xml:space="preserve">Engineering Building, at </w:t>
      </w:r>
      <w:r w:rsidR="00301B40">
        <w:rPr>
          <w:b/>
          <w:sz w:val="24"/>
        </w:rPr>
        <w:t>7</w:t>
      </w:r>
      <w:r w:rsidRPr="00A12A4A">
        <w:rPr>
          <w:b/>
          <w:sz w:val="24"/>
        </w:rPr>
        <w:t xml:space="preserve">:00pm. </w:t>
      </w:r>
    </w:p>
    <w:p w:rsidR="00A12A4A" w:rsidRDefault="00A12A4A" w:rsidP="007502A2"/>
    <w:p w:rsidR="00E41076" w:rsidRDefault="00A12A4A" w:rsidP="007502A2">
      <w:r>
        <w:t xml:space="preserve"> </w:t>
      </w:r>
    </w:p>
    <w:p w:rsidR="00E41076" w:rsidRDefault="00E41076">
      <w:r>
        <w:br w:type="page"/>
      </w:r>
    </w:p>
    <w:p w:rsidR="00271FA5" w:rsidRPr="007F3F5A" w:rsidRDefault="00271FA5" w:rsidP="007502A2"/>
    <w:sectPr w:rsidR="00271FA5" w:rsidRPr="007F3F5A" w:rsidSect="005E0895">
      <w:footerReference w:type="default" r:id="rId8"/>
      <w:pgSz w:w="12240" w:h="15840"/>
      <w:pgMar w:top="72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157A" w:rsidRDefault="005F157A" w:rsidP="00B277FB">
      <w:r>
        <w:separator/>
      </w:r>
    </w:p>
  </w:endnote>
  <w:endnote w:type="continuationSeparator" w:id="0">
    <w:p w:rsidR="005F157A" w:rsidRDefault="005F157A" w:rsidP="00B27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4110125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B277FB" w:rsidRDefault="00B277F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</w:rPr>
              <w:fldChar w:fldCharType="separate"/>
            </w:r>
            <w:r w:rsidR="006208B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</w:rPr>
              <w:fldChar w:fldCharType="separate"/>
            </w:r>
            <w:r w:rsidR="006208B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B277FB" w:rsidRDefault="00B277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157A" w:rsidRDefault="005F157A" w:rsidP="00B277FB">
      <w:r>
        <w:separator/>
      </w:r>
    </w:p>
  </w:footnote>
  <w:footnote w:type="continuationSeparator" w:id="0">
    <w:p w:rsidR="005F157A" w:rsidRDefault="005F157A" w:rsidP="00B27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3D0F9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746EE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EC8DA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B284D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8"/>
    <w:multiLevelType w:val="singleLevel"/>
    <w:tmpl w:val="BAFC0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83E3D4C"/>
    <w:multiLevelType w:val="hybridMultilevel"/>
    <w:tmpl w:val="187A4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241108"/>
    <w:multiLevelType w:val="hybridMultilevel"/>
    <w:tmpl w:val="05C47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852750"/>
    <w:multiLevelType w:val="hybridMultilevel"/>
    <w:tmpl w:val="D4EE61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0703A0"/>
    <w:multiLevelType w:val="hybridMultilevel"/>
    <w:tmpl w:val="5DD418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F26751"/>
    <w:multiLevelType w:val="hybridMultilevel"/>
    <w:tmpl w:val="A052DC52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44374064"/>
    <w:multiLevelType w:val="hybridMultilevel"/>
    <w:tmpl w:val="FB884C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1F377B"/>
    <w:multiLevelType w:val="hybridMultilevel"/>
    <w:tmpl w:val="684A51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1F2E65"/>
    <w:multiLevelType w:val="hybridMultilevel"/>
    <w:tmpl w:val="C66CC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AF2"/>
    <w:multiLevelType w:val="hybridMultilevel"/>
    <w:tmpl w:val="27E86790"/>
    <w:lvl w:ilvl="0" w:tplc="040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14" w15:restartNumberingAfterBreak="0">
    <w:nsid w:val="7A9B5087"/>
    <w:multiLevelType w:val="hybridMultilevel"/>
    <w:tmpl w:val="FE3A8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11"/>
  </w:num>
  <w:num w:numId="8">
    <w:abstractNumId w:val="8"/>
  </w:num>
  <w:num w:numId="9">
    <w:abstractNumId w:val="13"/>
  </w:num>
  <w:num w:numId="10">
    <w:abstractNumId w:val="10"/>
  </w:num>
  <w:num w:numId="11">
    <w:abstractNumId w:val="7"/>
  </w:num>
  <w:num w:numId="12">
    <w:abstractNumId w:val="5"/>
  </w:num>
  <w:num w:numId="13">
    <w:abstractNumId w:val="12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activeWritingStyle w:appName="MSWord" w:lang="en-US" w:vendorID="64" w:dllVersion="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146"/>
    <w:rsid w:val="00000B65"/>
    <w:rsid w:val="00021AFD"/>
    <w:rsid w:val="00025B51"/>
    <w:rsid w:val="00046788"/>
    <w:rsid w:val="00050930"/>
    <w:rsid w:val="000929A8"/>
    <w:rsid w:val="00092F33"/>
    <w:rsid w:val="000D17C6"/>
    <w:rsid w:val="0012362F"/>
    <w:rsid w:val="0015737D"/>
    <w:rsid w:val="00167739"/>
    <w:rsid w:val="0018256B"/>
    <w:rsid w:val="00185CD0"/>
    <w:rsid w:val="001A07F4"/>
    <w:rsid w:val="001E267D"/>
    <w:rsid w:val="001F3B70"/>
    <w:rsid w:val="00215FB1"/>
    <w:rsid w:val="00227E09"/>
    <w:rsid w:val="00271FA5"/>
    <w:rsid w:val="002A5E76"/>
    <w:rsid w:val="00301B40"/>
    <w:rsid w:val="0031472E"/>
    <w:rsid w:val="00315E3A"/>
    <w:rsid w:val="00343FA8"/>
    <w:rsid w:val="003A6177"/>
    <w:rsid w:val="003D1B57"/>
    <w:rsid w:val="003E2E96"/>
    <w:rsid w:val="00453B44"/>
    <w:rsid w:val="004970BB"/>
    <w:rsid w:val="004D6440"/>
    <w:rsid w:val="005261D5"/>
    <w:rsid w:val="00551A52"/>
    <w:rsid w:val="005E0895"/>
    <w:rsid w:val="005F157A"/>
    <w:rsid w:val="00615062"/>
    <w:rsid w:val="006208B2"/>
    <w:rsid w:val="00627EA4"/>
    <w:rsid w:val="006304FF"/>
    <w:rsid w:val="006644BA"/>
    <w:rsid w:val="00670335"/>
    <w:rsid w:val="006757F1"/>
    <w:rsid w:val="006B0D56"/>
    <w:rsid w:val="006D52D9"/>
    <w:rsid w:val="0071647B"/>
    <w:rsid w:val="0071658D"/>
    <w:rsid w:val="007343D2"/>
    <w:rsid w:val="00741F09"/>
    <w:rsid w:val="007502A2"/>
    <w:rsid w:val="00771042"/>
    <w:rsid w:val="007C0488"/>
    <w:rsid w:val="007C645B"/>
    <w:rsid w:val="007D4787"/>
    <w:rsid w:val="007F3F5A"/>
    <w:rsid w:val="007F75DF"/>
    <w:rsid w:val="00826C0A"/>
    <w:rsid w:val="00850642"/>
    <w:rsid w:val="00992A2B"/>
    <w:rsid w:val="009C4F38"/>
    <w:rsid w:val="00A12A4A"/>
    <w:rsid w:val="00A75FA5"/>
    <w:rsid w:val="00A95A98"/>
    <w:rsid w:val="00AF3FBD"/>
    <w:rsid w:val="00B02450"/>
    <w:rsid w:val="00B1229F"/>
    <w:rsid w:val="00B277FB"/>
    <w:rsid w:val="00B4477F"/>
    <w:rsid w:val="00B841DF"/>
    <w:rsid w:val="00BD7A1C"/>
    <w:rsid w:val="00BE5009"/>
    <w:rsid w:val="00BF722B"/>
    <w:rsid w:val="00C251A3"/>
    <w:rsid w:val="00CD440E"/>
    <w:rsid w:val="00D268A5"/>
    <w:rsid w:val="00D30297"/>
    <w:rsid w:val="00D868B9"/>
    <w:rsid w:val="00D96184"/>
    <w:rsid w:val="00DA0146"/>
    <w:rsid w:val="00DC4E4E"/>
    <w:rsid w:val="00DE1656"/>
    <w:rsid w:val="00DF0455"/>
    <w:rsid w:val="00E15896"/>
    <w:rsid w:val="00E24685"/>
    <w:rsid w:val="00E2755B"/>
    <w:rsid w:val="00E3013C"/>
    <w:rsid w:val="00E32698"/>
    <w:rsid w:val="00E41076"/>
    <w:rsid w:val="00E7243F"/>
    <w:rsid w:val="00E90984"/>
    <w:rsid w:val="00EA5F18"/>
    <w:rsid w:val="00EC472C"/>
    <w:rsid w:val="00F0125D"/>
    <w:rsid w:val="00F479A5"/>
    <w:rsid w:val="00F72D0F"/>
    <w:rsid w:val="00F73423"/>
    <w:rsid w:val="00FC2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860A57"/>
  <w15:docId w15:val="{A6901D2E-F2CC-49CC-BE0E-88792ACAF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268A5"/>
    <w:rPr>
      <w:rFonts w:ascii="Tahoma" w:hAnsi="Tahoma"/>
      <w:szCs w:val="24"/>
    </w:rPr>
  </w:style>
  <w:style w:type="paragraph" w:styleId="Heading1">
    <w:name w:val="heading 1"/>
    <w:basedOn w:val="Normal"/>
    <w:next w:val="Normal"/>
    <w:qFormat/>
    <w:rsid w:val="00215FB1"/>
    <w:pPr>
      <w:keepNext/>
      <w:spacing w:before="240" w:after="60"/>
      <w:outlineLvl w:val="0"/>
    </w:pPr>
    <w:rPr>
      <w:rFonts w:ascii="Arial Black" w:hAnsi="Arial Black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E7243F"/>
    <w:pPr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cation">
    <w:name w:val="Location"/>
    <w:basedOn w:val="Normal"/>
    <w:rsid w:val="00E7243F"/>
    <w:pPr>
      <w:jc w:val="right"/>
    </w:pPr>
  </w:style>
  <w:style w:type="paragraph" w:customStyle="1" w:styleId="Bold10pt">
    <w:name w:val="Bold 10 pt."/>
    <w:basedOn w:val="Normal"/>
    <w:link w:val="Bold10ptChar"/>
    <w:rsid w:val="00D268A5"/>
    <w:pPr>
      <w:tabs>
        <w:tab w:val="left" w:pos="1620"/>
      </w:tabs>
    </w:pPr>
    <w:rPr>
      <w:b/>
    </w:rPr>
  </w:style>
  <w:style w:type="character" w:customStyle="1" w:styleId="Bold10ptChar">
    <w:name w:val="Bold 10 pt. Char"/>
    <w:link w:val="Bold10pt"/>
    <w:rsid w:val="00D268A5"/>
    <w:rPr>
      <w:rFonts w:ascii="Tahoma" w:hAnsi="Tahoma"/>
      <w:b/>
      <w:szCs w:val="24"/>
      <w:lang w:val="en-US" w:eastAsia="en-US" w:bidi="ar-SA"/>
    </w:rPr>
  </w:style>
  <w:style w:type="paragraph" w:styleId="Title">
    <w:name w:val="Title"/>
    <w:basedOn w:val="Normal"/>
    <w:qFormat/>
    <w:rsid w:val="00E7243F"/>
    <w:pPr>
      <w:jc w:val="right"/>
    </w:pPr>
    <w:rPr>
      <w:rFonts w:ascii="Arial Black" w:hAnsi="Arial Black" w:cs="Arial"/>
      <w:color w:val="808080"/>
      <w:sz w:val="56"/>
    </w:rPr>
  </w:style>
  <w:style w:type="character" w:styleId="Hyperlink">
    <w:name w:val="Hyperlink"/>
    <w:rsid w:val="0071658D"/>
    <w:rPr>
      <w:color w:val="0000FF"/>
      <w:u w:val="single"/>
    </w:rPr>
  </w:style>
  <w:style w:type="paragraph" w:styleId="BalloonText">
    <w:name w:val="Balloon Text"/>
    <w:basedOn w:val="Normal"/>
    <w:semiHidden/>
    <w:rsid w:val="00FC2466"/>
    <w:rPr>
      <w:rFonts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B0D56"/>
    <w:pPr>
      <w:ind w:left="720"/>
      <w:contextualSpacing/>
    </w:pPr>
  </w:style>
  <w:style w:type="paragraph" w:styleId="Caption">
    <w:name w:val="caption"/>
    <w:basedOn w:val="Normal"/>
    <w:next w:val="Normal"/>
    <w:unhideWhenUsed/>
    <w:qFormat/>
    <w:rsid w:val="00000B65"/>
    <w:pPr>
      <w:spacing w:after="200"/>
    </w:pPr>
    <w:rPr>
      <w:b/>
      <w:bCs/>
      <w:sz w:val="18"/>
      <w:szCs w:val="18"/>
    </w:rPr>
  </w:style>
  <w:style w:type="paragraph" w:styleId="Header">
    <w:name w:val="header"/>
    <w:basedOn w:val="Normal"/>
    <w:link w:val="HeaderChar"/>
    <w:rsid w:val="00B277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277FB"/>
    <w:rPr>
      <w:rFonts w:ascii="Tahoma" w:hAnsi="Tahoma"/>
      <w:szCs w:val="24"/>
    </w:rPr>
  </w:style>
  <w:style w:type="paragraph" w:styleId="Footer">
    <w:name w:val="footer"/>
    <w:basedOn w:val="Normal"/>
    <w:link w:val="FooterChar"/>
    <w:uiPriority w:val="99"/>
    <w:rsid w:val="00B277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77FB"/>
    <w:rPr>
      <w:rFonts w:ascii="Tahoma" w:hAnsi="Tahoma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271F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HP_ADM~1\LOCALS~1\Temp\TCD27E.tmp\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B36FA098CBF0478130C486F6F3CECF" ma:contentTypeVersion="9" ma:contentTypeDescription="Create a new document." ma:contentTypeScope="" ma:versionID="136aa0aafb2537d76080154ccb14db6e">
  <xsd:schema xmlns:xsd="http://www.w3.org/2001/XMLSchema" xmlns:xs="http://www.w3.org/2001/XMLSchema" xmlns:p="http://schemas.microsoft.com/office/2006/metadata/properties" xmlns:ns2="ebc1254c-1c84-4b89-afae-7f291c197416" targetNamespace="http://schemas.microsoft.com/office/2006/metadata/properties" ma:root="true" ma:fieldsID="c44152bc5430606c2a1c45920c7ec622" ns2:_="">
    <xsd:import namespace="ebc1254c-1c84-4b89-afae-7f291c1974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1254c-1c84-4b89-afae-7f291c1974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8D54FC-AFB6-452D-A7A4-4CE8C3D001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A3F4F6-822E-4973-B168-7F6843AF1D8D}"/>
</file>

<file path=customXml/itemProps3.xml><?xml version="1.0" encoding="utf-8"?>
<ds:datastoreItem xmlns:ds="http://schemas.openxmlformats.org/officeDocument/2006/customXml" ds:itemID="{0F5DBCDF-CF0D-4B59-B721-0AFEF0982CF8}"/>
</file>

<file path=customXml/itemProps4.xml><?xml version="1.0" encoding="utf-8"?>
<ds:datastoreItem xmlns:ds="http://schemas.openxmlformats.org/officeDocument/2006/customXml" ds:itemID="{B700D20C-2EFC-4FC4-9CAA-377A82440FED}"/>
</file>

<file path=docProps/app.xml><?xml version="1.0" encoding="utf-8"?>
<Properties xmlns="http://schemas.openxmlformats.org/officeDocument/2006/extended-properties" xmlns:vt="http://schemas.openxmlformats.org/officeDocument/2006/docPropsVTypes">
  <Template>Agenda.dot</Template>
  <TotalTime>0</TotalTime>
  <Pages>3</Pages>
  <Words>98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MEETING AGENDA</vt:lpstr>
    </vt:vector>
  </TitlesOfParts>
  <Company>Microsoft Corporation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AGENDA</dc:title>
  <dc:creator>Steve Walker</dc:creator>
  <cp:lastModifiedBy>Jered Donald Deal</cp:lastModifiedBy>
  <cp:revision>2</cp:revision>
  <cp:lastPrinted>2008-02-28T00:14:00Z</cp:lastPrinted>
  <dcterms:created xsi:type="dcterms:W3CDTF">2020-01-29T00:29:00Z</dcterms:created>
  <dcterms:modified xsi:type="dcterms:W3CDTF">2020-01-29T00:29:00Z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TC062070661033</vt:lpwstr>
  </property>
  <property fmtid="{D5CDD505-2E9C-101B-9397-08002B2CF9AE}" pid="3" name="ContentTypeId">
    <vt:lpwstr>0x0101006CB36FA098CBF0478130C486F6F3CECF</vt:lpwstr>
  </property>
</Properties>
</file>